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AF684B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A32018" w:rsidRPr="00A32018">
        <w:rPr>
          <w:b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32018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32018">
        <w:rPr>
          <w:rFonts w:ascii="Times New Roman" w:eastAsia="Times New Roman" w:hAnsi="Times New Roman"/>
          <w:b/>
          <w:sz w:val="24"/>
          <w:szCs w:val="20"/>
          <w:lang w:eastAsia="pl-PL"/>
        </w:rPr>
        <w:t>BP.271.37.2017.BS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A32018" w:rsidRPr="00A32018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A32018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32018">
        <w:rPr>
          <w:rFonts w:ascii="Times New Roman" w:eastAsia="Times New Roman" w:hAnsi="Times New Roman"/>
          <w:b/>
          <w:sz w:val="24"/>
          <w:szCs w:val="24"/>
          <w:lang w:eastAsia="pl-PL"/>
        </w:rPr>
        <w:t>Prowadzenie i obsługa akcji zimowej 2017/2018 i 2018/2019 na drogach na terenie miasta i gminy Śrem.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D1A" w:rsidRDefault="008C5D1A" w:rsidP="00025386">
      <w:pPr>
        <w:spacing w:after="0" w:line="240" w:lineRule="auto"/>
      </w:pPr>
      <w:r>
        <w:separator/>
      </w:r>
    </w:p>
  </w:endnote>
  <w:endnote w:type="continuationSeparator" w:id="0">
    <w:p w:rsidR="008C5D1A" w:rsidRDefault="008C5D1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8" w:rsidRDefault="00A320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F684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F684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F684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8" w:rsidRDefault="00A320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D1A" w:rsidRDefault="008C5D1A" w:rsidP="00025386">
      <w:pPr>
        <w:spacing w:after="0" w:line="240" w:lineRule="auto"/>
      </w:pPr>
      <w:r>
        <w:separator/>
      </w:r>
    </w:p>
  </w:footnote>
  <w:footnote w:type="continuationSeparator" w:id="0">
    <w:p w:rsidR="008C5D1A" w:rsidRDefault="008C5D1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8" w:rsidRDefault="00A320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8" w:rsidRDefault="00A3201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18" w:rsidRDefault="00A320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1A"/>
    <w:rsid w:val="00025386"/>
    <w:rsid w:val="00101B40"/>
    <w:rsid w:val="001C2314"/>
    <w:rsid w:val="003C30EF"/>
    <w:rsid w:val="005624D8"/>
    <w:rsid w:val="005A0158"/>
    <w:rsid w:val="0069796D"/>
    <w:rsid w:val="008C5D1A"/>
    <w:rsid w:val="008E405A"/>
    <w:rsid w:val="008F2498"/>
    <w:rsid w:val="00A32018"/>
    <w:rsid w:val="00A56A6F"/>
    <w:rsid w:val="00AF684B"/>
    <w:rsid w:val="00B02396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2017-11-07T12:56:00Z</dcterms:created>
  <dcterms:modified xsi:type="dcterms:W3CDTF">2017-11-07T12:56:00Z</dcterms:modified>
</cp:coreProperties>
</file>